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34B07B87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56249D">
        <w:rPr>
          <w:b/>
          <w:color w:val="FF5200" w:themeColor="accent2"/>
          <w:sz w:val="36"/>
          <w:szCs w:val="36"/>
        </w:rPr>
        <w:t>„</w:t>
      </w:r>
      <w:r w:rsidR="0056249D" w:rsidRPr="0056249D">
        <w:rPr>
          <w:b/>
          <w:color w:val="FF5200" w:themeColor="accent2"/>
          <w:sz w:val="36"/>
          <w:szCs w:val="36"/>
        </w:rPr>
        <w:t>Prezentační dovednosti</w:t>
      </w:r>
      <w:r w:rsidR="0031280B" w:rsidRPr="0056249D">
        <w:rPr>
          <w:b/>
          <w:color w:val="FF5200" w:themeColor="accent2"/>
          <w:sz w:val="36"/>
          <w:szCs w:val="36"/>
        </w:rPr>
        <w:t>“</w:t>
      </w:r>
      <w:r w:rsidR="000128D4" w:rsidRPr="0056249D">
        <w:rPr>
          <w:b/>
          <w:color w:val="FF5200" w:themeColor="accent2"/>
          <w:sz w:val="36"/>
          <w:szCs w:val="36"/>
        </w:rPr>
        <w:t xml:space="preserve"> vedené</w:t>
      </w:r>
      <w:r w:rsidR="000128D4" w:rsidRPr="00B87D91">
        <w:rPr>
          <w:b/>
          <w:color w:val="FF5200" w:themeColor="accent2"/>
          <w:sz w:val="36"/>
          <w:szCs w:val="36"/>
        </w:rPr>
        <w:t xml:space="preserve"> p</w:t>
      </w:r>
      <w:r w:rsidR="000128D4" w:rsidRPr="00596729">
        <w:rPr>
          <w:b/>
          <w:color w:val="FF5200" w:themeColor="accent2"/>
          <w:sz w:val="36"/>
          <w:szCs w:val="36"/>
        </w:rPr>
        <w:t xml:space="preserve">od </w:t>
      </w:r>
      <w:r w:rsidR="000128D4" w:rsidRPr="00596729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596729" w:rsidRPr="00596729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76516</w:t>
      </w:r>
      <w:r w:rsidR="0056249D" w:rsidRPr="00596729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/2025-SŽ-GŘ-O25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4DE37D09" w14:textId="14EC916C" w:rsidR="00596729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207271277" w:history="1">
            <w:r w:rsidR="00596729" w:rsidRPr="0071415D">
              <w:rPr>
                <w:rStyle w:val="Hypertextovodkaz"/>
                <w:noProof/>
              </w:rPr>
              <w:t>Kapitola 1.</w:t>
            </w:r>
            <w:r w:rsidR="00596729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96729" w:rsidRPr="0071415D">
              <w:rPr>
                <w:rStyle w:val="Hypertextovodkaz"/>
                <w:noProof/>
              </w:rPr>
              <w:t>Základní údaje k nabídce</w:t>
            </w:r>
            <w:r w:rsidR="00596729">
              <w:rPr>
                <w:noProof/>
                <w:webHidden/>
              </w:rPr>
              <w:tab/>
            </w:r>
            <w:r w:rsidR="00596729">
              <w:rPr>
                <w:noProof/>
                <w:webHidden/>
              </w:rPr>
              <w:fldChar w:fldCharType="begin"/>
            </w:r>
            <w:r w:rsidR="00596729">
              <w:rPr>
                <w:noProof/>
                <w:webHidden/>
              </w:rPr>
              <w:instrText xml:space="preserve"> PAGEREF _Toc207271277 \h </w:instrText>
            </w:r>
            <w:r w:rsidR="00596729">
              <w:rPr>
                <w:noProof/>
                <w:webHidden/>
              </w:rPr>
            </w:r>
            <w:r w:rsidR="00596729">
              <w:rPr>
                <w:noProof/>
                <w:webHidden/>
              </w:rPr>
              <w:fldChar w:fldCharType="separate"/>
            </w:r>
            <w:r w:rsidR="00596729">
              <w:rPr>
                <w:noProof/>
                <w:webHidden/>
              </w:rPr>
              <w:t>2</w:t>
            </w:r>
            <w:r w:rsidR="00596729">
              <w:rPr>
                <w:noProof/>
                <w:webHidden/>
              </w:rPr>
              <w:fldChar w:fldCharType="end"/>
            </w:r>
          </w:hyperlink>
        </w:p>
        <w:p w14:paraId="2B40A33A" w14:textId="0555AFC1" w:rsidR="00596729" w:rsidRDefault="00596729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7271278" w:history="1">
            <w:r w:rsidRPr="0071415D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1415D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_Toc207271278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C2C38E" w14:textId="2C63A4DD" w:rsidR="00596729" w:rsidRDefault="00596729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7271279" w:history="1">
            <w:r w:rsidRPr="0071415D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1415D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_Toc207271279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D51678" w14:textId="100A85A9" w:rsidR="00596729" w:rsidRDefault="00596729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7271280" w:history="1">
            <w:r w:rsidRPr="0071415D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1415D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_Toc207271280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CBEB69" w14:textId="336182AD" w:rsidR="00596729" w:rsidRDefault="00596729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7271281" w:history="1">
            <w:r w:rsidRPr="0071415D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1415D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_Toc207271281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12F1B1" w14:textId="0CDC6998" w:rsidR="00596729" w:rsidRDefault="00596729" w:rsidP="00596729">
          <w:pPr>
            <w:pStyle w:val="Obsah2"/>
            <w:ind w:left="1320" w:hanging="1140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7271282" w:history="1">
            <w:r w:rsidRPr="0071415D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1415D">
              <w:rPr>
                <w:rStyle w:val="Hypertextovodkaz"/>
                <w:noProof/>
              </w:rPr>
              <w:t>Čestné</w:t>
            </w:r>
            <w:r w:rsidRPr="0071415D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_Toc207271282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CEBEE8" w14:textId="669D2B9B" w:rsidR="00596729" w:rsidRDefault="00596729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7271283" w:history="1">
            <w:r w:rsidRPr="0071415D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1415D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_Toc207271283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7EBF8B" w14:textId="06BACBE3" w:rsidR="00596729" w:rsidRDefault="00596729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7271284" w:history="1">
            <w:r w:rsidRPr="0071415D">
              <w:rPr>
                <w:rStyle w:val="Hypertextovodkaz"/>
                <w:noProof/>
              </w:rPr>
              <w:t>Kapitola 8.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1415D">
              <w:rPr>
                <w:rStyle w:val="Hypertextovodkaz"/>
                <w:noProof/>
              </w:rPr>
              <w:t>Seznam osob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_Toc207271284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871BAD" w14:textId="0FD60D7C" w:rsidR="00596729" w:rsidRDefault="00596729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7271285" w:history="1">
            <w:r w:rsidRPr="0071415D">
              <w:rPr>
                <w:rStyle w:val="Hypertextovodkaz"/>
                <w:noProof/>
              </w:rPr>
              <w:t>Kapitola 9.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1415D">
              <w:rPr>
                <w:rStyle w:val="Hypertextovodkaz"/>
                <w:noProof/>
              </w:rPr>
              <w:t>Čestné prohlášení o realizaci referenčních zakázek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_Toc207271285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603D9011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207271277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5F548BAE" w:rsidR="00A93A74" w:rsidRDefault="00A93A74" w:rsidP="00A134A1">
      <w:pPr>
        <w:spacing w:before="360"/>
      </w:pPr>
      <w:r>
        <w:t>Účastník prohlašuje, že veškeré údaje uvedené v </w:t>
      </w:r>
      <w:r w:rsidRPr="0056249D">
        <w:t xml:space="preserve">tomto krycím listu, který je přílohou č. </w:t>
      </w:r>
      <w:r w:rsidR="00B87D91" w:rsidRPr="0056249D">
        <w:t xml:space="preserve">1 </w:t>
      </w:r>
      <w:r w:rsidRPr="0056249D">
        <w:t>Výzvy k podání nabíd</w:t>
      </w:r>
      <w:r w:rsidR="004C76E9" w:rsidRPr="0056249D">
        <w:t>ky</w:t>
      </w:r>
      <w:r w:rsidRPr="0056249D">
        <w:t xml:space="preserve"> na veřejnou zakázku zadávanou</w:t>
      </w:r>
      <w:r w:rsidR="004C76E9" w:rsidRPr="0056249D">
        <w:t xml:space="preserve"> jako </w:t>
      </w:r>
      <w:r w:rsidR="000128D4" w:rsidRPr="0056249D">
        <w:rPr>
          <w:rFonts w:eastAsia="Times New Roman" w:cs="Times New Roman"/>
          <w:lang w:eastAsia="cs-CZ"/>
        </w:rPr>
        <w:t>podlimitní sektorovou veřejnou zakázku</w:t>
      </w:r>
      <w:r w:rsidRPr="0056249D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headerReference w:type="even" r:id="rId11"/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596729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596729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207271278"/>
      <w:r>
        <w:lastRenderedPageBreak/>
        <w:t>Ceník</w:t>
      </w:r>
      <w:bookmarkEnd w:id="1"/>
    </w:p>
    <w:p w14:paraId="3E5E9B0F" w14:textId="0255F180" w:rsidR="007E5951" w:rsidRPr="002072A0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 xml:space="preserve">Za účelem stanovení celkové nabídkové ceny bude účastníkem vyplněna příloha č. </w:t>
      </w:r>
      <w:r w:rsidR="006B7D01" w:rsidRPr="006B7D01">
        <w:rPr>
          <w:rStyle w:val="Siln"/>
          <w:b w:val="0"/>
          <w:bCs w:val="0"/>
        </w:rPr>
        <w:t>3</w:t>
      </w:r>
      <w:r w:rsidRPr="002072A0">
        <w:rPr>
          <w:rStyle w:val="Siln"/>
          <w:b w:val="0"/>
          <w:bCs w:val="0"/>
        </w:rPr>
        <w:t xml:space="preserve"> </w:t>
      </w:r>
      <w:r>
        <w:rPr>
          <w:rStyle w:val="Siln"/>
          <w:b w:val="0"/>
          <w:bCs w:val="0"/>
        </w:rPr>
        <w:t>(</w:t>
      </w:r>
      <w:r w:rsidR="006B7D01">
        <w:rPr>
          <w:rStyle w:val="Siln"/>
          <w:b w:val="0"/>
          <w:bCs w:val="0"/>
          <w:i/>
          <w:iCs/>
        </w:rPr>
        <w:t>Ceník</w:t>
      </w:r>
      <w:r w:rsidR="006B7D01">
        <w:rPr>
          <w:rStyle w:val="Siln"/>
          <w:b w:val="0"/>
          <w:bCs w:val="0"/>
        </w:rPr>
        <w:t>)</w:t>
      </w:r>
      <w:r w:rsidR="006B7D01" w:rsidRPr="002072A0">
        <w:rPr>
          <w:rStyle w:val="Siln"/>
          <w:b w:val="0"/>
          <w:bCs w:val="0"/>
          <w:i/>
          <w:iCs/>
        </w:rPr>
        <w:t xml:space="preserve"> </w:t>
      </w:r>
      <w:r w:rsidRPr="006B7D01">
        <w:rPr>
          <w:rStyle w:val="Siln"/>
          <w:b w:val="0"/>
          <w:bCs w:val="0"/>
        </w:rPr>
        <w:t>Závazného vzoru smlouvy</w:t>
      </w:r>
      <w:r w:rsidR="006B7D01">
        <w:rPr>
          <w:rStyle w:val="Siln"/>
          <w:b w:val="0"/>
          <w:bCs w:val="0"/>
        </w:rPr>
        <w:t>, kter</w:t>
      </w:r>
      <w:r w:rsidR="00372C0F">
        <w:rPr>
          <w:rStyle w:val="Siln"/>
          <w:b w:val="0"/>
          <w:bCs w:val="0"/>
        </w:rPr>
        <w:t>ý</w:t>
      </w:r>
      <w:r w:rsidR="006B7D01">
        <w:rPr>
          <w:rStyle w:val="Siln"/>
          <w:b w:val="0"/>
          <w:bCs w:val="0"/>
        </w:rPr>
        <w:t xml:space="preserve"> je přílohou č. 3</w:t>
      </w:r>
      <w:r w:rsidRPr="002072A0">
        <w:rPr>
          <w:rStyle w:val="Siln"/>
          <w:b w:val="0"/>
          <w:bCs w:val="0"/>
        </w:rPr>
        <w:t xml:space="preserve"> Výzvy k podání nabídky</w:t>
      </w:r>
      <w:r>
        <w:rPr>
          <w:rStyle w:val="Siln"/>
          <w:b w:val="0"/>
          <w:bCs w:val="0"/>
        </w:rPr>
        <w:t>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even" r:id="rId16"/>
          <w:headerReference w:type="default" r:id="rId17"/>
          <w:headerReference w:type="first" r:id="rId18"/>
          <w:footerReference w:type="first" r:id="rId19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207271279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20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207271280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207271281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207271282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</w:pPr>
      <w:bookmarkStart w:id="6" w:name="_Toc207271283"/>
      <w:r w:rsidRPr="00E85D44">
        <w:t>Čestné prohlášení o splnění technické kvalifikace</w:t>
      </w:r>
      <w:bookmarkEnd w:id="6"/>
    </w:p>
    <w:p w14:paraId="71002640" w14:textId="50F9C9D1" w:rsidR="00E85D44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0128D4">
        <w:rPr>
          <w:lang w:eastAsia="cs-CZ"/>
        </w:rPr>
        <w:t xml:space="preserve">, </w:t>
      </w:r>
      <w:r w:rsidR="00E85D44">
        <w:rPr>
          <w:lang w:eastAsia="cs-CZ"/>
        </w:rPr>
        <w:t xml:space="preserve">který podává </w:t>
      </w:r>
      <w:r w:rsidR="000128D4">
        <w:rPr>
          <w:lang w:eastAsia="cs-CZ"/>
        </w:rPr>
        <w:t xml:space="preserve">tuto </w:t>
      </w:r>
      <w:r w:rsidR="00E85D44" w:rsidRPr="000128D4">
        <w:rPr>
          <w:lang w:eastAsia="cs-CZ"/>
        </w:rPr>
        <w:t>nabídku, tímto</w:t>
      </w:r>
      <w:r w:rsidR="00E85D44">
        <w:rPr>
          <w:lang w:eastAsia="cs-CZ"/>
        </w:rPr>
        <w:t xml:space="preserve"> čestně prohlašuje, že za poslední 3 roky před zahájením </w:t>
      </w:r>
      <w:r w:rsidR="00A63D48">
        <w:rPr>
          <w:lang w:eastAsia="cs-CZ"/>
        </w:rPr>
        <w:t xml:space="preserve">výběrového </w:t>
      </w:r>
      <w:r w:rsidR="00E85D44">
        <w:rPr>
          <w:lang w:eastAsia="cs-CZ"/>
        </w:rPr>
        <w:t xml:space="preserve">řízení poskytoval </w:t>
      </w:r>
      <w:r w:rsidR="0056249D" w:rsidRPr="0056249D">
        <w:rPr>
          <w:lang w:eastAsia="cs-CZ"/>
        </w:rPr>
        <w:t>3</w:t>
      </w:r>
      <w:r w:rsidR="00E85D44" w:rsidRPr="0056249D">
        <w:rPr>
          <w:lang w:eastAsia="cs-CZ"/>
        </w:rPr>
        <w:t xml:space="preserve"> významn</w:t>
      </w:r>
      <w:r w:rsidR="0056249D" w:rsidRPr="0056249D">
        <w:rPr>
          <w:lang w:eastAsia="cs-CZ"/>
        </w:rPr>
        <w:t>é</w:t>
      </w:r>
      <w:r w:rsidR="00E85D44" w:rsidRPr="0056249D">
        <w:rPr>
          <w:lang w:eastAsia="cs-CZ"/>
        </w:rPr>
        <w:t xml:space="preserve"> služ</w:t>
      </w:r>
      <w:r w:rsidR="0056249D" w:rsidRPr="0056249D">
        <w:rPr>
          <w:lang w:eastAsia="cs-CZ"/>
        </w:rPr>
        <w:t>by</w:t>
      </w:r>
      <w:r w:rsidR="00E85D44" w:rsidRPr="0056249D">
        <w:rPr>
          <w:lang w:eastAsia="cs-CZ"/>
        </w:rPr>
        <w:t xml:space="preserve"> definovan</w:t>
      </w:r>
      <w:r w:rsidR="0056249D" w:rsidRPr="0056249D">
        <w:rPr>
          <w:lang w:eastAsia="cs-CZ"/>
        </w:rPr>
        <w:t>é</w:t>
      </w:r>
      <w:r w:rsidR="00E85D44" w:rsidRPr="0056249D">
        <w:rPr>
          <w:lang w:eastAsia="cs-CZ"/>
        </w:rPr>
        <w:t xml:space="preserve"> v čl. </w:t>
      </w:r>
      <w:r w:rsidR="0056249D" w:rsidRPr="0056249D">
        <w:rPr>
          <w:lang w:eastAsia="cs-CZ"/>
        </w:rPr>
        <w:t>9.5.1</w:t>
      </w:r>
      <w:r w:rsidR="00E85D44" w:rsidRPr="0056249D">
        <w:rPr>
          <w:lang w:eastAsia="cs-CZ"/>
        </w:rPr>
        <w:t xml:space="preserve"> </w:t>
      </w:r>
      <w:r w:rsidR="00B87D91" w:rsidRPr="0056249D">
        <w:rPr>
          <w:lang w:eastAsia="cs-CZ"/>
        </w:rPr>
        <w:t>V</w:t>
      </w:r>
      <w:r w:rsidR="00E85D44" w:rsidRPr="0056249D">
        <w:rPr>
          <w:lang w:eastAsia="cs-CZ"/>
        </w:rPr>
        <w:t>ýzvy k podání nabídky v </w:t>
      </w:r>
      <w:r w:rsidR="00E85D44" w:rsidRPr="00EE391C">
        <w:rPr>
          <w:lang w:eastAsia="cs-CZ"/>
        </w:rPr>
        <w:t>celkové</w:t>
      </w:r>
      <w:r w:rsidR="00E85D44" w:rsidRPr="0056249D">
        <w:rPr>
          <w:lang w:eastAsia="cs-CZ"/>
        </w:rPr>
        <w:t xml:space="preserve"> hodnotě </w:t>
      </w:r>
      <w:r w:rsidR="0056249D" w:rsidRPr="0056249D">
        <w:rPr>
          <w:lang w:eastAsia="cs-CZ"/>
        </w:rPr>
        <w:t>900 000,-</w:t>
      </w:r>
      <w:r w:rsidR="00E85D44" w:rsidRPr="0056249D">
        <w:rPr>
          <w:lang w:eastAsia="cs-CZ"/>
        </w:rPr>
        <w:t xml:space="preserve"> Kč bez DPH</w:t>
      </w:r>
      <w:r w:rsidR="00EE391C">
        <w:rPr>
          <w:lang w:eastAsia="cs-CZ"/>
        </w:rPr>
        <w:t xml:space="preserve"> v součtu za tyto 3 služby</w:t>
      </w:r>
      <w:r w:rsidR="00E85D44" w:rsidRPr="0056249D">
        <w:rPr>
          <w:lang w:eastAsia="cs-CZ"/>
        </w:rPr>
        <w:t>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361E67A2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>Objednatel služby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20F9BEB4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0B60314D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bookmarkStart w:id="7" w:name="_Hlk207012950"/>
            <w:r w:rsidRPr="00471B29">
              <w:rPr>
                <w:rStyle w:val="Siln"/>
              </w:rPr>
              <w:t xml:space="preserve">Předmět plnění významné služby </w:t>
            </w:r>
            <w:r w:rsidR="00EE391C">
              <w:rPr>
                <w:rStyle w:val="Siln"/>
              </w:rPr>
              <w:t>– obsah kurzů</w:t>
            </w:r>
            <w:bookmarkEnd w:id="7"/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74080F14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Celkový finanční objem 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Pr="00372C0F" w:rsidRDefault="00E85D44" w:rsidP="00A327CB">
            <w:pPr>
              <w:suppressAutoHyphens/>
              <w:spacing w:line="216" w:lineRule="auto"/>
              <w:rPr>
                <w:rStyle w:val="Siln"/>
                <w:b/>
                <w:bCs w:val="0"/>
              </w:rPr>
            </w:pPr>
            <w:r w:rsidRPr="00372C0F">
              <w:rPr>
                <w:rStyle w:val="Siln"/>
                <w:b/>
                <w:bCs w:val="0"/>
              </w:rPr>
              <w:t xml:space="preserve">Doba realizace </w:t>
            </w:r>
          </w:p>
          <w:p w14:paraId="566D756C" w14:textId="2815B7BD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 xml:space="preserve">(datum od-do, v rámci 3 kalendářních let nazpět před zahájením </w:t>
            </w:r>
            <w:r w:rsidR="00A63D48" w:rsidRPr="00471B29">
              <w:rPr>
                <w:rStyle w:val="Siln"/>
              </w:rPr>
              <w:t xml:space="preserve">výběrového </w:t>
            </w:r>
            <w:r w:rsidRPr="00471B29">
              <w:rPr>
                <w:rStyle w:val="Siln"/>
              </w:rPr>
              <w:t>řízení)</w:t>
            </w:r>
          </w:p>
        </w:tc>
      </w:tr>
      <w:tr w:rsidR="00E85D44" w14:paraId="06926E11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18AC9024" w:rsidR="00E85D44" w:rsidRPr="00495031" w:rsidRDefault="00495031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495031">
              <w:rPr>
                <w:rFonts w:eastAsia="Times New Roman" w:cs="Times New Roman"/>
                <w:highlight w:val="green"/>
                <w:lang w:eastAsia="cs-CZ"/>
              </w:rPr>
              <w:t>doplní dodavatel</w:t>
            </w: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2F227C09" w:rsidR="00E85D44" w:rsidRPr="00495031" w:rsidRDefault="00495031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r w:rsidRPr="00495031">
              <w:rPr>
                <w:rFonts w:eastAsia="Times New Roman" w:cs="Times New Roman"/>
                <w:highlight w:val="green"/>
                <w:lang w:eastAsia="cs-CZ"/>
              </w:rPr>
              <w:t>doplní dodavatel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58FD3FA2" w:rsidR="00E85D44" w:rsidRPr="00495031" w:rsidRDefault="00495031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r w:rsidRPr="00495031">
              <w:rPr>
                <w:rFonts w:eastAsia="Times New Roman" w:cs="Times New Roman"/>
                <w:highlight w:val="green"/>
                <w:lang w:eastAsia="cs-CZ"/>
              </w:rPr>
              <w:t>doplní dodavatel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067F05F1" w:rsidR="00E85D44" w:rsidRPr="00495031" w:rsidRDefault="00495031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95031">
              <w:rPr>
                <w:rFonts w:eastAsia="Times New Roman" w:cs="Times New Roman"/>
                <w:b w:val="0"/>
                <w:highlight w:val="green"/>
                <w:lang w:eastAsia="cs-CZ"/>
              </w:rPr>
              <w:t>doplní dodavatel</w:t>
            </w:r>
          </w:p>
        </w:tc>
      </w:tr>
      <w:tr w:rsidR="00E85D44" w14:paraId="5FA138AC" w14:textId="77777777" w:rsidTr="00F83A4A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A953354" w14:textId="5213AB18" w:rsidR="00E85D44" w:rsidRPr="00495031" w:rsidRDefault="00495031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495031">
              <w:rPr>
                <w:rFonts w:eastAsia="Times New Roman" w:cs="Times New Roman"/>
                <w:highlight w:val="green"/>
                <w:lang w:eastAsia="cs-CZ"/>
              </w:rPr>
              <w:t>doplní dodavatel</w:t>
            </w: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08DEFD5A" w14:textId="57978891" w:rsidR="00E85D44" w:rsidRPr="00495031" w:rsidRDefault="00495031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r w:rsidRPr="00495031">
              <w:rPr>
                <w:rFonts w:eastAsia="Times New Roman" w:cs="Times New Roman"/>
                <w:highlight w:val="green"/>
                <w:lang w:eastAsia="cs-CZ"/>
              </w:rPr>
              <w:t>doplní dodavatel</w:t>
            </w: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DAA2562" w14:textId="6B5EFC23" w:rsidR="00E85D44" w:rsidRPr="00495031" w:rsidRDefault="00495031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r w:rsidRPr="00495031">
              <w:rPr>
                <w:rFonts w:eastAsia="Times New Roman" w:cs="Times New Roman"/>
                <w:highlight w:val="green"/>
                <w:lang w:eastAsia="cs-CZ"/>
              </w:rPr>
              <w:t>doplní dodavatel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90994" w14:textId="35FBC646" w:rsidR="00E85D44" w:rsidRPr="00495031" w:rsidRDefault="00495031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95031">
              <w:rPr>
                <w:rFonts w:eastAsia="Times New Roman" w:cs="Times New Roman"/>
                <w:b w:val="0"/>
                <w:highlight w:val="green"/>
                <w:lang w:eastAsia="cs-CZ"/>
              </w:rPr>
              <w:t>doplní dodavatel</w:t>
            </w:r>
          </w:p>
        </w:tc>
      </w:tr>
      <w:tr w:rsidR="0056249D" w14:paraId="6C3A2FD7" w14:textId="77777777" w:rsidTr="00F83A4A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2AA252A3" w14:textId="16F23324" w:rsidR="0056249D" w:rsidRPr="00495031" w:rsidRDefault="00495031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95031">
              <w:rPr>
                <w:rFonts w:eastAsia="Times New Roman" w:cs="Times New Roman"/>
                <w:b w:val="0"/>
                <w:highlight w:val="green"/>
                <w:lang w:eastAsia="cs-CZ"/>
              </w:rPr>
              <w:t>doplní dodavatel</w:t>
            </w: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048F315" w14:textId="64A09908" w:rsidR="0056249D" w:rsidRPr="00495031" w:rsidRDefault="00495031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95031">
              <w:rPr>
                <w:rFonts w:eastAsia="Times New Roman" w:cs="Times New Roman"/>
                <w:b w:val="0"/>
                <w:highlight w:val="green"/>
                <w:lang w:eastAsia="cs-CZ"/>
              </w:rPr>
              <w:t>doplní dodavatel</w:t>
            </w: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9A24B7C" w14:textId="001BC783" w:rsidR="0056249D" w:rsidRPr="00495031" w:rsidRDefault="00495031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95031">
              <w:rPr>
                <w:rFonts w:eastAsia="Times New Roman" w:cs="Times New Roman"/>
                <w:b w:val="0"/>
                <w:highlight w:val="green"/>
                <w:lang w:eastAsia="cs-CZ"/>
              </w:rPr>
              <w:t>doplní dodavatel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236D299" w14:textId="44C1ACE1" w:rsidR="0056249D" w:rsidRPr="00495031" w:rsidRDefault="00495031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95031">
              <w:rPr>
                <w:rFonts w:eastAsia="Times New Roman" w:cs="Times New Roman"/>
                <w:b w:val="0"/>
                <w:highlight w:val="green"/>
                <w:lang w:eastAsia="cs-CZ"/>
              </w:rPr>
              <w:t>doplní dodavatel</w:t>
            </w:r>
          </w:p>
        </w:tc>
      </w:tr>
    </w:tbl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</w:pPr>
      <w:bookmarkStart w:id="8" w:name="_Toc58876012"/>
      <w:bookmarkStart w:id="9" w:name="_Toc207271284"/>
      <w:r>
        <w:t>Seznam osob</w:t>
      </w:r>
      <w:bookmarkEnd w:id="8"/>
      <w:bookmarkEnd w:id="9"/>
    </w:p>
    <w:p w14:paraId="25AA11C4" w14:textId="7A7181F8" w:rsidR="00F44645" w:rsidRDefault="006E73DC" w:rsidP="00451554">
      <w:pPr>
        <w:contextualSpacing/>
        <w:rPr>
          <w:lang w:eastAsia="cs-CZ"/>
        </w:rPr>
      </w:pPr>
      <w:r>
        <w:rPr>
          <w:lang w:eastAsia="cs-CZ"/>
        </w:rPr>
        <w:t>Účastník</w:t>
      </w:r>
      <w:r w:rsidR="00F44645">
        <w:rPr>
          <w:lang w:eastAsia="cs-CZ"/>
        </w:rPr>
        <w:t xml:space="preserve">, který podává tuto </w:t>
      </w:r>
      <w:r w:rsidR="00F44645" w:rsidRPr="000128D4">
        <w:rPr>
          <w:lang w:eastAsia="cs-CZ"/>
        </w:rPr>
        <w:t>nabídku</w:t>
      </w:r>
      <w:r w:rsidR="00F44645">
        <w:rPr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p w14:paraId="13A5E781" w14:textId="220E1520" w:rsidR="00451554" w:rsidRDefault="00451554" w:rsidP="00451554">
      <w:pPr>
        <w:contextualSpacing/>
        <w:rPr>
          <w:lang w:eastAsia="cs-CZ"/>
        </w:rPr>
      </w:pPr>
      <w:r w:rsidRPr="00451554">
        <w:rPr>
          <w:lang w:eastAsia="cs-CZ"/>
        </w:rPr>
        <w:t>Účastník současně prohlašuje, že níže uvedené osoby splňují podmínky pro plnění funkce, kterou mají zastávat, stanovené v čl. 9.5.3 Výzvy k podání nabídky.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54"/>
        <w:gridCol w:w="4348"/>
      </w:tblGrid>
      <w:tr w:rsidR="00F44645" w14:paraId="23E1AAD0" w14:textId="77777777" w:rsidTr="004950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4" w:type="dxa"/>
            <w:shd w:val="clear" w:color="auto" w:fill="auto"/>
          </w:tcPr>
          <w:p w14:paraId="083B475F" w14:textId="77777777" w:rsidR="00F44645" w:rsidRPr="00451554" w:rsidRDefault="00F44645" w:rsidP="00A327CB">
            <w:pPr>
              <w:rPr>
                <w:rFonts w:eastAsia="Times New Roman" w:cs="Times New Roman"/>
                <w:b/>
                <w:bCs/>
                <w:highlight w:val="yellow"/>
                <w:lang w:eastAsia="cs-CZ"/>
              </w:rPr>
            </w:pPr>
            <w:r w:rsidRPr="00451554">
              <w:rPr>
                <w:rFonts w:eastAsia="Times New Roman" w:cs="Times New Roman"/>
                <w:b/>
                <w:bCs/>
                <w:lang w:eastAsia="cs-CZ"/>
              </w:rPr>
              <w:t>Funkce</w:t>
            </w:r>
          </w:p>
        </w:tc>
        <w:tc>
          <w:tcPr>
            <w:tcW w:w="4348" w:type="dxa"/>
            <w:shd w:val="clear" w:color="auto" w:fill="auto"/>
          </w:tcPr>
          <w:p w14:paraId="652DAA0D" w14:textId="77777777" w:rsidR="00F44645" w:rsidRPr="00451554" w:rsidRDefault="00F44645" w:rsidP="00A327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highlight w:val="yellow"/>
                <w:lang w:eastAsia="cs-CZ"/>
              </w:rPr>
            </w:pPr>
            <w:r w:rsidRPr="00451554">
              <w:rPr>
                <w:rFonts w:eastAsia="Times New Roman" w:cs="Times New Roman"/>
                <w:b/>
                <w:bCs/>
                <w:lang w:eastAsia="cs-CZ"/>
              </w:rPr>
              <w:t>Jméno a příjmení</w:t>
            </w:r>
          </w:p>
        </w:tc>
      </w:tr>
      <w:tr w:rsidR="00F44645" w14:paraId="5D07A0DB" w14:textId="77777777" w:rsidTr="004950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4" w:type="dxa"/>
          </w:tcPr>
          <w:p w14:paraId="2362AB3B" w14:textId="7EADF222" w:rsidR="00F44645" w:rsidRPr="00451554" w:rsidRDefault="00451554" w:rsidP="00A327CB">
            <w:pPr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 xml:space="preserve">Lektor </w:t>
            </w:r>
            <w:r w:rsidR="0048571F">
              <w:rPr>
                <w:rFonts w:eastAsia="Times New Roman" w:cs="Times New Roman"/>
                <w:lang w:eastAsia="cs-CZ"/>
              </w:rPr>
              <w:t>1 (hodnocený)</w:t>
            </w:r>
          </w:p>
        </w:tc>
        <w:tc>
          <w:tcPr>
            <w:tcW w:w="4348" w:type="dxa"/>
          </w:tcPr>
          <w:p w14:paraId="1B4FBCB8" w14:textId="0253B4E1" w:rsidR="00F44645" w:rsidRPr="00F44645" w:rsidRDefault="00451554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  <w:r w:rsidRPr="001071F2">
              <w:rPr>
                <w:rFonts w:eastAsia="Times New Roman" w:cs="Times New Roman"/>
                <w:highlight w:val="green"/>
                <w:lang w:eastAsia="cs-CZ"/>
              </w:rPr>
              <w:t xml:space="preserve">doplní </w:t>
            </w:r>
            <w:r w:rsidR="0048571F">
              <w:rPr>
                <w:rFonts w:eastAsia="Times New Roman" w:cs="Times New Roman"/>
                <w:highlight w:val="green"/>
                <w:lang w:eastAsia="cs-CZ"/>
              </w:rPr>
              <w:t>dodavatel</w:t>
            </w:r>
          </w:p>
        </w:tc>
      </w:tr>
      <w:tr w:rsidR="00F44645" w14:paraId="030DEE8B" w14:textId="77777777" w:rsidTr="004950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4" w:type="dxa"/>
          </w:tcPr>
          <w:p w14:paraId="08B2CC60" w14:textId="7E4333B7" w:rsidR="00F44645" w:rsidRPr="00451554" w:rsidRDefault="00451554" w:rsidP="00A327CB">
            <w:pPr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Lektor 2</w:t>
            </w:r>
            <w:r w:rsidR="0048571F">
              <w:rPr>
                <w:rFonts w:eastAsia="Times New Roman" w:cs="Times New Roman"/>
                <w:lang w:eastAsia="cs-CZ"/>
              </w:rPr>
              <w:t xml:space="preserve"> (hodnocený)</w:t>
            </w:r>
          </w:p>
        </w:tc>
        <w:tc>
          <w:tcPr>
            <w:tcW w:w="4348" w:type="dxa"/>
          </w:tcPr>
          <w:p w14:paraId="4E57380B" w14:textId="3C9802BC" w:rsidR="00F44645" w:rsidRPr="00F44645" w:rsidRDefault="00451554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  <w:r w:rsidRPr="001071F2">
              <w:rPr>
                <w:rFonts w:eastAsia="Times New Roman" w:cs="Times New Roman"/>
                <w:highlight w:val="green"/>
                <w:lang w:eastAsia="cs-CZ"/>
              </w:rPr>
              <w:t xml:space="preserve">doplní </w:t>
            </w:r>
            <w:r w:rsidR="0048571F">
              <w:rPr>
                <w:rFonts w:eastAsia="Times New Roman" w:cs="Times New Roman"/>
                <w:highlight w:val="green"/>
                <w:lang w:eastAsia="cs-CZ"/>
              </w:rPr>
              <w:t>dodavatel</w:t>
            </w:r>
          </w:p>
        </w:tc>
      </w:tr>
      <w:tr w:rsidR="00F44645" w14:paraId="0AC6A739" w14:textId="77777777" w:rsidTr="004950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4" w:type="dxa"/>
          </w:tcPr>
          <w:p w14:paraId="4884F73A" w14:textId="08F2DADD" w:rsidR="00F44645" w:rsidRPr="00451554" w:rsidRDefault="00451554" w:rsidP="00A327CB">
            <w:pPr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Lektor 3</w:t>
            </w:r>
            <w:r w:rsidR="0048571F">
              <w:rPr>
                <w:rFonts w:eastAsia="Times New Roman" w:cs="Times New Roman"/>
                <w:lang w:eastAsia="cs-CZ"/>
              </w:rPr>
              <w:t xml:space="preserve"> (hodnocený)</w:t>
            </w:r>
          </w:p>
        </w:tc>
        <w:tc>
          <w:tcPr>
            <w:tcW w:w="4348" w:type="dxa"/>
          </w:tcPr>
          <w:p w14:paraId="300D56C6" w14:textId="1185457E" w:rsidR="00F44645" w:rsidRPr="00F44645" w:rsidRDefault="00451554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  <w:r w:rsidRPr="001071F2">
              <w:rPr>
                <w:rFonts w:eastAsia="Times New Roman" w:cs="Times New Roman"/>
                <w:highlight w:val="green"/>
                <w:lang w:eastAsia="cs-CZ"/>
              </w:rPr>
              <w:t xml:space="preserve">doplní </w:t>
            </w:r>
            <w:r w:rsidR="0048571F">
              <w:rPr>
                <w:rFonts w:eastAsia="Times New Roman" w:cs="Times New Roman"/>
                <w:highlight w:val="green"/>
                <w:lang w:eastAsia="cs-CZ"/>
              </w:rPr>
              <w:t>dodavatel</w:t>
            </w:r>
          </w:p>
        </w:tc>
      </w:tr>
      <w:tr w:rsidR="00495031" w14:paraId="284278AD" w14:textId="77777777" w:rsidTr="004950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4" w:type="dxa"/>
          </w:tcPr>
          <w:p w14:paraId="63271DC6" w14:textId="78550961" w:rsidR="00495031" w:rsidRDefault="00495031" w:rsidP="00A327CB">
            <w:pPr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Lektor 4 (hodnocený)</w:t>
            </w:r>
          </w:p>
        </w:tc>
        <w:tc>
          <w:tcPr>
            <w:tcW w:w="4348" w:type="dxa"/>
          </w:tcPr>
          <w:p w14:paraId="6EAE1AAE" w14:textId="4D96EA4E" w:rsidR="00495031" w:rsidRPr="001071F2" w:rsidRDefault="00495031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  <w:r w:rsidRPr="001071F2">
              <w:rPr>
                <w:rFonts w:eastAsia="Times New Roman" w:cs="Times New Roman"/>
                <w:highlight w:val="green"/>
                <w:lang w:eastAsia="cs-CZ"/>
              </w:rPr>
              <w:t xml:space="preserve">doplní </w:t>
            </w:r>
            <w:r>
              <w:rPr>
                <w:rFonts w:eastAsia="Times New Roman" w:cs="Times New Roman"/>
                <w:highlight w:val="green"/>
                <w:lang w:eastAsia="cs-CZ"/>
              </w:rPr>
              <w:t>dodavatel</w:t>
            </w:r>
          </w:p>
        </w:tc>
      </w:tr>
      <w:tr w:rsidR="00F44645" w14:paraId="03CC9933" w14:textId="77777777" w:rsidTr="004950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4" w:type="dxa"/>
          </w:tcPr>
          <w:p w14:paraId="0209FF84" w14:textId="2DD2D366" w:rsidR="00F44645" w:rsidRPr="00451554" w:rsidRDefault="00451554" w:rsidP="00A327CB">
            <w:pPr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Koordinátor zakázky</w:t>
            </w:r>
          </w:p>
        </w:tc>
        <w:tc>
          <w:tcPr>
            <w:tcW w:w="4348" w:type="dxa"/>
          </w:tcPr>
          <w:p w14:paraId="549C1B35" w14:textId="3A934236" w:rsidR="00F44645" w:rsidRPr="00F44645" w:rsidRDefault="00451554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  <w:r w:rsidRPr="001071F2">
              <w:rPr>
                <w:rFonts w:eastAsia="Times New Roman" w:cs="Times New Roman"/>
                <w:highlight w:val="green"/>
                <w:lang w:eastAsia="cs-CZ"/>
              </w:rPr>
              <w:t xml:space="preserve">doplní </w:t>
            </w:r>
            <w:r w:rsidR="0048571F">
              <w:rPr>
                <w:rFonts w:eastAsia="Times New Roman" w:cs="Times New Roman"/>
                <w:highlight w:val="green"/>
                <w:lang w:eastAsia="cs-CZ"/>
              </w:rPr>
              <w:t>dodavatel</w:t>
            </w:r>
          </w:p>
        </w:tc>
      </w:tr>
      <w:tr w:rsidR="00F44645" w14:paraId="274AC354" w14:textId="77777777" w:rsidTr="004950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5B1DF4F2" w14:textId="19801600" w:rsidR="00F44645" w:rsidRPr="001A0EE9" w:rsidRDefault="00F44645" w:rsidP="0048571F">
            <w:pPr>
              <w:tabs>
                <w:tab w:val="num" w:pos="360"/>
              </w:tabs>
              <w:rPr>
                <w:rFonts w:eastAsia="Times New Roman" w:cs="Times New Roman"/>
                <w:i/>
                <w:iCs/>
                <w:lang w:eastAsia="cs-CZ"/>
              </w:rPr>
            </w:pPr>
            <w:r w:rsidRPr="001A0EE9">
              <w:rPr>
                <w:rFonts w:eastAsia="Times New Roman" w:cs="Times New Roman"/>
                <w:i/>
                <w:iCs/>
                <w:highlight w:val="green"/>
                <w:lang w:eastAsia="cs-CZ"/>
              </w:rPr>
              <w:t>Pozn. V příp</w:t>
            </w:r>
            <w:r w:rsidR="00A07EA0" w:rsidRPr="001A0EE9">
              <w:rPr>
                <w:rFonts w:eastAsia="Times New Roman" w:cs="Times New Roman"/>
                <w:i/>
                <w:iCs/>
                <w:highlight w:val="green"/>
                <w:lang w:eastAsia="cs-CZ"/>
              </w:rPr>
              <w:t>adě, že dodavatel uvede více členů realizačního týmu</w:t>
            </w:r>
            <w:r w:rsidRPr="001A0EE9">
              <w:rPr>
                <w:rFonts w:eastAsia="Times New Roman" w:cs="Times New Roman"/>
                <w:i/>
                <w:iCs/>
                <w:highlight w:val="green"/>
                <w:lang w:eastAsia="cs-CZ"/>
              </w:rPr>
              <w:t xml:space="preserve">, upraví dodavatel tabulku dle potřeby. </w:t>
            </w:r>
            <w:r w:rsidR="0048571F" w:rsidRPr="001A0EE9">
              <w:rPr>
                <w:rFonts w:eastAsia="Times New Roman" w:cs="Times New Roman"/>
                <w:i/>
                <w:iCs/>
                <w:highlight w:val="green"/>
                <w:lang w:eastAsia="cs-CZ"/>
              </w:rPr>
              <w:t xml:space="preserve">V případě uvedení více členů na pozici lektor, bude do sloupce Funkce uvedeno jen „Lektor </w:t>
            </w:r>
            <w:r w:rsidR="00495031">
              <w:rPr>
                <w:rFonts w:eastAsia="Times New Roman" w:cs="Times New Roman"/>
                <w:i/>
                <w:iCs/>
                <w:highlight w:val="green"/>
                <w:lang w:eastAsia="cs-CZ"/>
              </w:rPr>
              <w:t>5</w:t>
            </w:r>
            <w:r w:rsidR="0048571F" w:rsidRPr="001A0EE9">
              <w:rPr>
                <w:rFonts w:eastAsia="Times New Roman" w:cs="Times New Roman"/>
                <w:i/>
                <w:iCs/>
                <w:highlight w:val="green"/>
                <w:lang w:eastAsia="cs-CZ"/>
              </w:rPr>
              <w:t>/</w:t>
            </w:r>
            <w:r w:rsidR="00495031">
              <w:rPr>
                <w:rFonts w:eastAsia="Times New Roman" w:cs="Times New Roman"/>
                <w:i/>
                <w:iCs/>
                <w:highlight w:val="green"/>
                <w:lang w:eastAsia="cs-CZ"/>
              </w:rPr>
              <w:t>6</w:t>
            </w:r>
            <w:r w:rsidR="0048571F" w:rsidRPr="001A0EE9">
              <w:rPr>
                <w:rFonts w:eastAsia="Times New Roman" w:cs="Times New Roman"/>
                <w:i/>
                <w:iCs/>
                <w:highlight w:val="green"/>
                <w:lang w:eastAsia="cs-CZ"/>
              </w:rPr>
              <w:t>/atd.“. Tento a další dodavatelem přidaní členové již nejsou předmětem hodnocení.</w:t>
            </w:r>
          </w:p>
        </w:tc>
      </w:tr>
      <w:tr w:rsidR="00F44645" w14:paraId="4057DA1D" w14:textId="77777777" w:rsidTr="004950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7A343811" w14:textId="77777777" w:rsidR="00F44645" w:rsidRDefault="00F44645" w:rsidP="00A327CB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541E27BE" w14:textId="77777777" w:rsidR="00F44645" w:rsidRPr="00451554" w:rsidRDefault="00F44645" w:rsidP="00471B29">
      <w:pPr>
        <w:rPr>
          <w:lang w:eastAsia="cs-CZ"/>
        </w:rPr>
      </w:pPr>
      <w:r w:rsidRPr="00451554">
        <w:rPr>
          <w:lang w:eastAsia="cs-CZ"/>
        </w:rPr>
        <w:t>Přílohy:</w:t>
      </w:r>
    </w:p>
    <w:p w14:paraId="23E77F5D" w14:textId="7B43A514" w:rsidR="00F44645" w:rsidRDefault="00F44645" w:rsidP="00471B29">
      <w:pPr>
        <w:rPr>
          <w:lang w:eastAsia="cs-CZ"/>
        </w:rPr>
      </w:pPr>
      <w:r w:rsidRPr="00451554">
        <w:rPr>
          <w:lang w:eastAsia="cs-CZ"/>
        </w:rPr>
        <w:t>Životopis</w:t>
      </w:r>
      <w:r w:rsidR="00924D2B">
        <w:rPr>
          <w:lang w:eastAsia="cs-CZ"/>
        </w:rPr>
        <w:t xml:space="preserve"> Lektora 1</w:t>
      </w:r>
    </w:p>
    <w:p w14:paraId="2026C66A" w14:textId="63D78B8E" w:rsidR="00924D2B" w:rsidRDefault="00924D2B" w:rsidP="00471B29">
      <w:pPr>
        <w:rPr>
          <w:lang w:eastAsia="cs-CZ"/>
        </w:rPr>
      </w:pPr>
      <w:r>
        <w:rPr>
          <w:lang w:eastAsia="cs-CZ"/>
        </w:rPr>
        <w:t>Životopis Lektora 2</w:t>
      </w:r>
    </w:p>
    <w:p w14:paraId="4289442A" w14:textId="725DF4A6" w:rsidR="00924D2B" w:rsidRDefault="00924D2B" w:rsidP="00471B29">
      <w:pPr>
        <w:rPr>
          <w:lang w:eastAsia="cs-CZ"/>
        </w:rPr>
      </w:pPr>
      <w:r>
        <w:rPr>
          <w:lang w:eastAsia="cs-CZ"/>
        </w:rPr>
        <w:t>Životopis Lektora 3</w:t>
      </w:r>
    </w:p>
    <w:p w14:paraId="067F8315" w14:textId="06A357E8" w:rsidR="00495031" w:rsidRDefault="00495031" w:rsidP="00471B29">
      <w:pPr>
        <w:rPr>
          <w:lang w:eastAsia="cs-CZ"/>
        </w:rPr>
      </w:pPr>
      <w:r>
        <w:rPr>
          <w:lang w:eastAsia="cs-CZ"/>
        </w:rPr>
        <w:t>Životopis Lektora 4</w:t>
      </w:r>
    </w:p>
    <w:p w14:paraId="4C309F37" w14:textId="326DBB6B" w:rsidR="00924D2B" w:rsidRPr="00451554" w:rsidRDefault="00924D2B" w:rsidP="00471B29">
      <w:pPr>
        <w:rPr>
          <w:lang w:eastAsia="cs-CZ"/>
        </w:rPr>
      </w:pPr>
      <w:r>
        <w:rPr>
          <w:lang w:eastAsia="cs-CZ"/>
        </w:rPr>
        <w:t>Životopis Koordinátora zakázky</w:t>
      </w:r>
    </w:p>
    <w:p w14:paraId="0B7A7696" w14:textId="77777777" w:rsidR="00372C0F" w:rsidRDefault="00372C0F" w:rsidP="00F44645">
      <w:pPr>
        <w:spacing w:after="0"/>
        <w:rPr>
          <w:rFonts w:eastAsia="Times New Roman" w:cs="Times New Roman"/>
          <w:lang w:eastAsia="cs-CZ"/>
        </w:rPr>
      </w:pPr>
    </w:p>
    <w:p w14:paraId="79D75F36" w14:textId="06BEF2B4" w:rsidR="00372C0F" w:rsidRPr="00372C0F" w:rsidRDefault="00372C0F" w:rsidP="00372C0F">
      <w:pPr>
        <w:spacing w:before="0" w:after="240"/>
        <w:jc w:val="lef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566C9AAB" w14:textId="34894AC3" w:rsidR="00372C0F" w:rsidRPr="00E85D44" w:rsidRDefault="00372C0F" w:rsidP="00372C0F">
      <w:pPr>
        <w:pStyle w:val="Nadpis2"/>
      </w:pPr>
      <w:bookmarkStart w:id="10" w:name="_Toc207271285"/>
      <w:r w:rsidRPr="00E85D44">
        <w:lastRenderedPageBreak/>
        <w:t xml:space="preserve">Čestné prohlášení o </w:t>
      </w:r>
      <w:r>
        <w:t>realizaci referenčních zakázek</w:t>
      </w:r>
      <w:bookmarkEnd w:id="10"/>
    </w:p>
    <w:p w14:paraId="1F767C4C" w14:textId="17C8B125" w:rsidR="00372C0F" w:rsidRDefault="00372C0F" w:rsidP="00372C0F">
      <w:pPr>
        <w:rPr>
          <w:lang w:eastAsia="cs-CZ"/>
        </w:rPr>
      </w:pPr>
      <w:r>
        <w:rPr>
          <w:lang w:eastAsia="cs-CZ"/>
        </w:rPr>
        <w:t xml:space="preserve">Účastník, který podává tuto </w:t>
      </w:r>
      <w:r w:rsidRPr="000128D4">
        <w:rPr>
          <w:lang w:eastAsia="cs-CZ"/>
        </w:rPr>
        <w:t>nabídku, tímto</w:t>
      </w:r>
      <w:r>
        <w:rPr>
          <w:lang w:eastAsia="cs-CZ"/>
        </w:rPr>
        <w:t xml:space="preserve"> čestně prohlašuje, že za poslední 3 roky před zahájením výběrového řízení poskytoval nad rámec služeb dle Kapitoly 7 tohoto Krycího listu následující významné služby definované v čl. 17.2.2 Výzvy k podání nabídky v minimální hodnotě 100 000,- Kč bez DPH za každou takovou službu</w:t>
      </w:r>
      <w:r w:rsidRPr="0056249D">
        <w:rPr>
          <w:lang w:eastAsia="cs-CZ"/>
        </w:rPr>
        <w:t>.</w:t>
      </w:r>
    </w:p>
    <w:p w14:paraId="1F8B31D9" w14:textId="77777777" w:rsidR="00372C0F" w:rsidRDefault="00372C0F" w:rsidP="00372C0F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372C0F" w14:paraId="348FA553" w14:textId="77777777" w:rsidTr="00F16D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3A041B30" w14:textId="77777777" w:rsidR="00372C0F" w:rsidRDefault="00372C0F" w:rsidP="00F16D1D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>Objednatel služby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A93D39C" w14:textId="77777777" w:rsidR="00372C0F" w:rsidRDefault="00372C0F" w:rsidP="00F16D1D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2429D2FA" w14:textId="6B458F84" w:rsidR="00372C0F" w:rsidRPr="00471B29" w:rsidRDefault="00372C0F" w:rsidP="00F16D1D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 xml:space="preserve">Předmět plnění významné služby </w:t>
            </w:r>
            <w:r w:rsidR="002B68E0">
              <w:rPr>
                <w:rStyle w:val="Siln"/>
              </w:rPr>
              <w:t>– obsah kurzů</w:t>
            </w:r>
          </w:p>
          <w:p w14:paraId="738F8959" w14:textId="77777777" w:rsidR="00372C0F" w:rsidRDefault="00372C0F" w:rsidP="00F16D1D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649514F0" w14:textId="77777777" w:rsidR="00372C0F" w:rsidRPr="00471B29" w:rsidRDefault="00372C0F" w:rsidP="00F16D1D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Celkový finanční objem 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465133E6" w14:textId="77777777" w:rsidR="00372C0F" w:rsidRPr="00372C0F" w:rsidRDefault="00372C0F" w:rsidP="00F16D1D">
            <w:pPr>
              <w:suppressAutoHyphens/>
              <w:spacing w:line="216" w:lineRule="auto"/>
              <w:rPr>
                <w:rStyle w:val="Siln"/>
                <w:b/>
                <w:bCs w:val="0"/>
              </w:rPr>
            </w:pPr>
            <w:r w:rsidRPr="00372C0F">
              <w:rPr>
                <w:rStyle w:val="Siln"/>
                <w:b/>
                <w:bCs w:val="0"/>
              </w:rPr>
              <w:t xml:space="preserve">Doba realizace </w:t>
            </w:r>
          </w:p>
          <w:p w14:paraId="3440C9EF" w14:textId="77777777" w:rsidR="00372C0F" w:rsidRDefault="00372C0F" w:rsidP="00F16D1D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>(datum od-do, v rámci 3 kalendářních let nazpět před zahájením výběrového řízení)</w:t>
            </w:r>
          </w:p>
        </w:tc>
      </w:tr>
      <w:tr w:rsidR="00372C0F" w14:paraId="13CE5C4D" w14:textId="77777777" w:rsidTr="00F16D1D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63048" w14:textId="35CD8F9D" w:rsidR="00372C0F" w:rsidRPr="005861B0" w:rsidRDefault="005861B0" w:rsidP="00F16D1D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5861B0">
              <w:rPr>
                <w:rFonts w:eastAsia="Times New Roman" w:cs="Times New Roman"/>
                <w:highlight w:val="green"/>
                <w:lang w:eastAsia="cs-CZ"/>
              </w:rPr>
              <w:t>doplní dodavatel</w:t>
            </w: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6E671" w14:textId="46F25359" w:rsidR="00372C0F" w:rsidRPr="005861B0" w:rsidRDefault="005861B0" w:rsidP="00F16D1D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r w:rsidRPr="005861B0">
              <w:rPr>
                <w:rFonts w:eastAsia="Times New Roman" w:cs="Times New Roman"/>
                <w:highlight w:val="green"/>
                <w:lang w:eastAsia="cs-CZ"/>
              </w:rPr>
              <w:t>doplní dodavatel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8333DF1" w14:textId="626E7DEE" w:rsidR="00372C0F" w:rsidRPr="005861B0" w:rsidRDefault="005861B0" w:rsidP="00F16D1D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r w:rsidRPr="005861B0">
              <w:rPr>
                <w:rFonts w:eastAsia="Times New Roman" w:cs="Times New Roman"/>
                <w:highlight w:val="green"/>
                <w:lang w:eastAsia="cs-CZ"/>
              </w:rPr>
              <w:t>doplní dodavatel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C0592" w14:textId="16F4594B" w:rsidR="00372C0F" w:rsidRPr="005861B0" w:rsidRDefault="005861B0" w:rsidP="00F16D1D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5861B0">
              <w:rPr>
                <w:rFonts w:eastAsia="Times New Roman" w:cs="Times New Roman"/>
                <w:b w:val="0"/>
                <w:highlight w:val="green"/>
                <w:lang w:eastAsia="cs-CZ"/>
              </w:rPr>
              <w:t>doplní dodavatel</w:t>
            </w:r>
          </w:p>
        </w:tc>
      </w:tr>
      <w:tr w:rsidR="00372C0F" w14:paraId="71F806C8" w14:textId="77777777" w:rsidTr="00F16D1D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6EB7BA88" w14:textId="2A0B53E0" w:rsidR="00372C0F" w:rsidRPr="005861B0" w:rsidRDefault="005861B0" w:rsidP="00F16D1D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5861B0">
              <w:rPr>
                <w:rFonts w:eastAsia="Times New Roman" w:cs="Times New Roman"/>
                <w:highlight w:val="green"/>
                <w:lang w:eastAsia="cs-CZ"/>
              </w:rPr>
              <w:t>doplní dodavatel</w:t>
            </w: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197BE078" w14:textId="597450A7" w:rsidR="00372C0F" w:rsidRPr="005861B0" w:rsidRDefault="005861B0" w:rsidP="00F16D1D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r w:rsidRPr="005861B0">
              <w:rPr>
                <w:rFonts w:eastAsia="Times New Roman" w:cs="Times New Roman"/>
                <w:highlight w:val="green"/>
                <w:lang w:eastAsia="cs-CZ"/>
              </w:rPr>
              <w:t>doplní dodavatel</w:t>
            </w: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405F0A6D" w14:textId="43E20DD2" w:rsidR="00372C0F" w:rsidRPr="005861B0" w:rsidRDefault="005861B0" w:rsidP="00F16D1D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r w:rsidRPr="005861B0">
              <w:rPr>
                <w:rFonts w:eastAsia="Times New Roman" w:cs="Times New Roman"/>
                <w:highlight w:val="green"/>
                <w:lang w:eastAsia="cs-CZ"/>
              </w:rPr>
              <w:t>doplní dodavatel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FBF3B" w14:textId="37123F21" w:rsidR="00372C0F" w:rsidRPr="005861B0" w:rsidRDefault="005861B0" w:rsidP="00F16D1D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5861B0">
              <w:rPr>
                <w:rFonts w:eastAsia="Times New Roman" w:cs="Times New Roman"/>
                <w:b w:val="0"/>
                <w:highlight w:val="green"/>
                <w:lang w:eastAsia="cs-CZ"/>
              </w:rPr>
              <w:t>doplní dodavatel</w:t>
            </w:r>
          </w:p>
        </w:tc>
      </w:tr>
      <w:tr w:rsidR="00372C0F" w14:paraId="3B3576CC" w14:textId="77777777" w:rsidTr="00F16D1D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53292A61" w14:textId="0F9D8A0D" w:rsidR="00372C0F" w:rsidRPr="005861B0" w:rsidRDefault="005861B0" w:rsidP="00F16D1D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5861B0">
              <w:rPr>
                <w:rFonts w:eastAsia="Times New Roman" w:cs="Times New Roman"/>
                <w:highlight w:val="green"/>
                <w:lang w:eastAsia="cs-CZ"/>
              </w:rPr>
              <w:t>doplní dodavatel</w:t>
            </w: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6D4BB1AA" w14:textId="5E46EFE8" w:rsidR="00372C0F" w:rsidRPr="005861B0" w:rsidRDefault="005861B0" w:rsidP="00F16D1D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r w:rsidRPr="005861B0">
              <w:rPr>
                <w:rFonts w:eastAsia="Times New Roman" w:cs="Times New Roman"/>
                <w:highlight w:val="green"/>
                <w:lang w:eastAsia="cs-CZ"/>
              </w:rPr>
              <w:t xml:space="preserve">doplní dodavatel </w:t>
            </w: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0BEBAC37" w14:textId="5238FC84" w:rsidR="00372C0F" w:rsidRPr="005861B0" w:rsidRDefault="005861B0" w:rsidP="00F16D1D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r w:rsidRPr="005861B0">
              <w:rPr>
                <w:rFonts w:eastAsia="Times New Roman" w:cs="Times New Roman"/>
                <w:highlight w:val="green"/>
                <w:lang w:eastAsia="cs-CZ"/>
              </w:rPr>
              <w:t>doplní dodavatel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A6B5B" w14:textId="520CA742" w:rsidR="00372C0F" w:rsidRPr="005861B0" w:rsidRDefault="005861B0" w:rsidP="00F16D1D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5861B0">
              <w:rPr>
                <w:rFonts w:eastAsia="Times New Roman" w:cs="Times New Roman"/>
                <w:b w:val="0"/>
                <w:highlight w:val="green"/>
                <w:lang w:eastAsia="cs-CZ"/>
              </w:rPr>
              <w:t>doplní dodavatel</w:t>
            </w:r>
          </w:p>
        </w:tc>
      </w:tr>
      <w:tr w:rsidR="0033333E" w14:paraId="58C3C4FC" w14:textId="77777777" w:rsidTr="0033333E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4C91B8C9" w14:textId="29C5C7C0" w:rsidR="0033333E" w:rsidRPr="005861B0" w:rsidRDefault="005861B0" w:rsidP="00F16D1D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5861B0">
              <w:rPr>
                <w:rFonts w:eastAsia="Times New Roman" w:cs="Times New Roman"/>
                <w:highlight w:val="green"/>
                <w:lang w:eastAsia="cs-CZ"/>
              </w:rPr>
              <w:t>doplní dodavatel</w:t>
            </w: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0D6AD8A8" w14:textId="7DB11B60" w:rsidR="0033333E" w:rsidRPr="005861B0" w:rsidRDefault="005861B0" w:rsidP="00F16D1D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r w:rsidRPr="005861B0">
              <w:rPr>
                <w:rFonts w:eastAsia="Times New Roman" w:cs="Times New Roman"/>
                <w:highlight w:val="green"/>
                <w:lang w:eastAsia="cs-CZ"/>
              </w:rPr>
              <w:t>doplní dodavatel</w:t>
            </w: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57064C25" w14:textId="74D1FE1A" w:rsidR="0033333E" w:rsidRPr="005861B0" w:rsidRDefault="005861B0" w:rsidP="00F16D1D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r w:rsidRPr="005861B0">
              <w:rPr>
                <w:rFonts w:eastAsia="Times New Roman" w:cs="Times New Roman"/>
                <w:highlight w:val="green"/>
                <w:lang w:eastAsia="cs-CZ"/>
              </w:rPr>
              <w:t>doplní dodavatel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7A3FA3D" w14:textId="4A7979C0" w:rsidR="0033333E" w:rsidRPr="005861B0" w:rsidRDefault="005861B0" w:rsidP="00F16D1D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5861B0">
              <w:rPr>
                <w:rFonts w:eastAsia="Times New Roman" w:cs="Times New Roman"/>
                <w:b w:val="0"/>
                <w:highlight w:val="green"/>
                <w:lang w:eastAsia="cs-CZ"/>
              </w:rPr>
              <w:t>doplní dodavatel</w:t>
            </w:r>
          </w:p>
        </w:tc>
      </w:tr>
      <w:tr w:rsidR="0033333E" w14:paraId="13F7AA0B" w14:textId="77777777" w:rsidTr="0033333E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1FE93E13" w14:textId="238CDEFA" w:rsidR="0033333E" w:rsidRPr="005861B0" w:rsidRDefault="005861B0" w:rsidP="00F16D1D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5861B0">
              <w:rPr>
                <w:rFonts w:eastAsia="Times New Roman" w:cs="Times New Roman"/>
                <w:b w:val="0"/>
                <w:highlight w:val="green"/>
                <w:lang w:eastAsia="cs-CZ"/>
              </w:rPr>
              <w:t>doplní dodavatel</w:t>
            </w: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51FF1646" w14:textId="6E52E892" w:rsidR="0033333E" w:rsidRPr="005861B0" w:rsidRDefault="005861B0" w:rsidP="00F16D1D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5861B0">
              <w:rPr>
                <w:rFonts w:eastAsia="Times New Roman" w:cs="Times New Roman"/>
                <w:b w:val="0"/>
                <w:highlight w:val="green"/>
                <w:lang w:eastAsia="cs-CZ"/>
              </w:rPr>
              <w:t>doplní dodavatel</w:t>
            </w: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42065E2F" w14:textId="6F3C3BE0" w:rsidR="0033333E" w:rsidRPr="005861B0" w:rsidRDefault="005861B0" w:rsidP="00F16D1D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5861B0">
              <w:rPr>
                <w:rFonts w:eastAsia="Times New Roman" w:cs="Times New Roman"/>
                <w:b w:val="0"/>
                <w:highlight w:val="green"/>
                <w:lang w:eastAsia="cs-CZ"/>
              </w:rPr>
              <w:t>doplní dodavatel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9581A5A" w14:textId="31408E5F" w:rsidR="0033333E" w:rsidRPr="005861B0" w:rsidRDefault="005861B0" w:rsidP="00F16D1D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5861B0">
              <w:rPr>
                <w:rFonts w:eastAsia="Times New Roman" w:cs="Times New Roman"/>
                <w:b w:val="0"/>
                <w:highlight w:val="green"/>
                <w:lang w:eastAsia="cs-CZ"/>
              </w:rPr>
              <w:t>doplní dodavatel</w:t>
            </w:r>
          </w:p>
        </w:tc>
      </w:tr>
    </w:tbl>
    <w:p w14:paraId="32A27CB1" w14:textId="688FF433" w:rsidR="001A0EE9" w:rsidRDefault="001A0EE9" w:rsidP="00F44645">
      <w:pPr>
        <w:spacing w:after="0"/>
        <w:rPr>
          <w:rFonts w:eastAsia="Times New Roman" w:cs="Times New Roman"/>
          <w:lang w:eastAsia="cs-CZ"/>
        </w:rPr>
      </w:pPr>
    </w:p>
    <w:p w14:paraId="75983A31" w14:textId="77777777" w:rsidR="001A0EE9" w:rsidRDefault="001A0EE9">
      <w:pPr>
        <w:spacing w:before="0" w:after="240"/>
        <w:jc w:val="lef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020A84A9" w14:textId="77777777" w:rsidR="000128D4" w:rsidRDefault="000128D4" w:rsidP="00F44645">
      <w:pPr>
        <w:spacing w:after="0"/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proofErr w:type="spellStart"/>
      <w:r w:rsidRPr="00471B29">
        <w:rPr>
          <w:rStyle w:val="Tunpoznmkypodarou"/>
        </w:rPr>
        <w:t>eldentity</w:t>
      </w:r>
      <w:proofErr w:type="spellEnd"/>
      <w:r w:rsidRPr="00471B29">
        <w:rPr>
          <w:rStyle w:val="Tunpoznmkypodarou"/>
        </w:rPr>
        <w:t xml:space="preserve">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BF74FF" w14:textId="04997446" w:rsidR="006B7D01" w:rsidRDefault="006B7D0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DA16D3" w14:textId="7D88CFD1" w:rsidR="006B7D01" w:rsidRDefault="006B7D0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C5D76" w14:textId="6795EBED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91B57" w14:textId="31460E0E" w:rsidR="006B7D01" w:rsidRDefault="006B7D01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ED8BF2" w14:textId="309DD01F" w:rsidR="006B7D01" w:rsidRDefault="006B7D01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7F0652A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36475"/>
    <w:rsid w:val="00045E47"/>
    <w:rsid w:val="000717AE"/>
    <w:rsid w:val="00072C1E"/>
    <w:rsid w:val="00077060"/>
    <w:rsid w:val="00086B78"/>
    <w:rsid w:val="00097793"/>
    <w:rsid w:val="000A412D"/>
    <w:rsid w:val="000B5E1C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A0EE9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94B63"/>
    <w:rsid w:val="002B68E0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3333E"/>
    <w:rsid w:val="00341DCF"/>
    <w:rsid w:val="00354C5C"/>
    <w:rsid w:val="00357BC6"/>
    <w:rsid w:val="0036634F"/>
    <w:rsid w:val="00372C0F"/>
    <w:rsid w:val="00375D95"/>
    <w:rsid w:val="003956C6"/>
    <w:rsid w:val="003B596F"/>
    <w:rsid w:val="003E2FB9"/>
    <w:rsid w:val="00427650"/>
    <w:rsid w:val="00441430"/>
    <w:rsid w:val="00450F07"/>
    <w:rsid w:val="00451554"/>
    <w:rsid w:val="00453CD3"/>
    <w:rsid w:val="00460660"/>
    <w:rsid w:val="00471B29"/>
    <w:rsid w:val="0048571F"/>
    <w:rsid w:val="00486107"/>
    <w:rsid w:val="00487AC9"/>
    <w:rsid w:val="00491827"/>
    <w:rsid w:val="00495031"/>
    <w:rsid w:val="004B348C"/>
    <w:rsid w:val="004C4399"/>
    <w:rsid w:val="004C76E9"/>
    <w:rsid w:val="004C787C"/>
    <w:rsid w:val="004D65B6"/>
    <w:rsid w:val="004E01EA"/>
    <w:rsid w:val="004E143C"/>
    <w:rsid w:val="004E3A53"/>
    <w:rsid w:val="004E7958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6249D"/>
    <w:rsid w:val="005736B7"/>
    <w:rsid w:val="00574B7B"/>
    <w:rsid w:val="00575E5A"/>
    <w:rsid w:val="005861B0"/>
    <w:rsid w:val="00586B1E"/>
    <w:rsid w:val="005930C5"/>
    <w:rsid w:val="00596729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A5570"/>
    <w:rsid w:val="006A689C"/>
    <w:rsid w:val="006B3D79"/>
    <w:rsid w:val="006B7D01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61306"/>
    <w:rsid w:val="008659F3"/>
    <w:rsid w:val="008671B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24D2B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74632"/>
    <w:rsid w:val="00A92E7F"/>
    <w:rsid w:val="00A93A74"/>
    <w:rsid w:val="00AA3395"/>
    <w:rsid w:val="00AA4CBB"/>
    <w:rsid w:val="00AA65FA"/>
    <w:rsid w:val="00AA7351"/>
    <w:rsid w:val="00AA7630"/>
    <w:rsid w:val="00AB1918"/>
    <w:rsid w:val="00AC1810"/>
    <w:rsid w:val="00AD056F"/>
    <w:rsid w:val="00AD2F9C"/>
    <w:rsid w:val="00AD6731"/>
    <w:rsid w:val="00B15D0D"/>
    <w:rsid w:val="00B468D2"/>
    <w:rsid w:val="00B66A3E"/>
    <w:rsid w:val="00B75EE1"/>
    <w:rsid w:val="00B77481"/>
    <w:rsid w:val="00B8518B"/>
    <w:rsid w:val="00B87D91"/>
    <w:rsid w:val="00B93EF0"/>
    <w:rsid w:val="00BB7125"/>
    <w:rsid w:val="00BC7F8D"/>
    <w:rsid w:val="00BD0B61"/>
    <w:rsid w:val="00BD7E91"/>
    <w:rsid w:val="00C02D0A"/>
    <w:rsid w:val="00C03A6E"/>
    <w:rsid w:val="00C044EE"/>
    <w:rsid w:val="00C07CF1"/>
    <w:rsid w:val="00C11942"/>
    <w:rsid w:val="00C15E30"/>
    <w:rsid w:val="00C228EE"/>
    <w:rsid w:val="00C3428A"/>
    <w:rsid w:val="00C44F6A"/>
    <w:rsid w:val="00C47AE3"/>
    <w:rsid w:val="00C636FB"/>
    <w:rsid w:val="00C6546B"/>
    <w:rsid w:val="00C67292"/>
    <w:rsid w:val="00C87B78"/>
    <w:rsid w:val="00CD1FC4"/>
    <w:rsid w:val="00CE7F9D"/>
    <w:rsid w:val="00CF53B5"/>
    <w:rsid w:val="00D21061"/>
    <w:rsid w:val="00D247B3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07B3"/>
    <w:rsid w:val="00EA68D7"/>
    <w:rsid w:val="00EB104F"/>
    <w:rsid w:val="00ED14BD"/>
    <w:rsid w:val="00EE391C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2044"/>
    <w:rsid w:val="00F659EB"/>
    <w:rsid w:val="00F76E9F"/>
    <w:rsid w:val="00F81179"/>
    <w:rsid w:val="00F814D9"/>
    <w:rsid w:val="00F83A4A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6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11</Pages>
  <Words>1608</Words>
  <Characters>9490</Characters>
  <Application>Microsoft Office Word</Application>
  <DocSecurity>0</DocSecurity>
  <Lines>79</Lines>
  <Paragraphs>22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Jiranová Ivana</cp:lastModifiedBy>
  <cp:revision>53</cp:revision>
  <cp:lastPrinted>2023-10-05T09:40:00Z</cp:lastPrinted>
  <dcterms:created xsi:type="dcterms:W3CDTF">2023-08-21T11:49:00Z</dcterms:created>
  <dcterms:modified xsi:type="dcterms:W3CDTF">2025-08-28T09:01:00Z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